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FCC938A" w14:textId="77777777" w:rsidR="00E839C3" w:rsidRDefault="00E839C3" w:rsidP="009300C1"/>
    <w:p w14:paraId="67C782D3" w14:textId="6E890C40" w:rsidR="00E839C3" w:rsidRPr="00E839C3" w:rsidRDefault="00E839C3" w:rsidP="00E839C3">
      <w:r w:rsidRPr="00E839C3">
        <w:rPr>
          <w:b/>
          <w:bCs/>
        </w:rPr>
        <w:t>RIIGIHANGETE VAIDLUSTUSKOMISJONILE</w:t>
      </w:r>
      <w:r w:rsidRPr="00E839C3">
        <w:br/>
        <w:t>Tartu mnt 85</w:t>
      </w:r>
      <w:r w:rsidRPr="00E839C3">
        <w:br/>
        <w:t>10115 Tallinn</w:t>
      </w:r>
      <w:r w:rsidRPr="00E839C3">
        <w:br/>
      </w:r>
      <w:hyperlink r:id="rId8" w:history="1">
        <w:r w:rsidRPr="00E839C3">
          <w:rPr>
            <w:rStyle w:val="Hyperlink"/>
          </w:rPr>
          <w:t>vako@fin.ee</w:t>
        </w:r>
      </w:hyperlink>
      <w:r>
        <w:t xml:space="preserve"> </w:t>
      </w:r>
    </w:p>
    <w:p w14:paraId="12128CD4" w14:textId="77777777" w:rsidR="00E839C3" w:rsidRDefault="00E839C3" w:rsidP="00E839C3">
      <w:pPr>
        <w:rPr>
          <w:b/>
          <w:bCs/>
        </w:rPr>
      </w:pPr>
    </w:p>
    <w:p w14:paraId="43DFE15E" w14:textId="77777777" w:rsidR="00E839C3" w:rsidRDefault="00E839C3" w:rsidP="00E839C3">
      <w:pPr>
        <w:rPr>
          <w:b/>
          <w:bCs/>
        </w:rPr>
      </w:pPr>
    </w:p>
    <w:p w14:paraId="6A0692A6" w14:textId="77777777" w:rsidR="00E839C3" w:rsidRDefault="00E839C3" w:rsidP="00E839C3">
      <w:pPr>
        <w:rPr>
          <w:b/>
          <w:bCs/>
        </w:rPr>
      </w:pPr>
    </w:p>
    <w:p w14:paraId="6BF2B6D6" w14:textId="047627C2" w:rsidR="00E839C3" w:rsidRPr="00E839C3" w:rsidRDefault="00E839C3" w:rsidP="00E839C3">
      <w:r w:rsidRPr="00E839C3">
        <w:rPr>
          <w:b/>
          <w:bCs/>
        </w:rPr>
        <w:t>TAOTLUS</w:t>
      </w:r>
      <w:r>
        <w:rPr>
          <w:b/>
          <w:bCs/>
        </w:rPr>
        <w:t xml:space="preserve"> r</w:t>
      </w:r>
      <w:r w:rsidRPr="00E839C3">
        <w:rPr>
          <w:b/>
          <w:bCs/>
        </w:rPr>
        <w:t>iigilõivu tagastamiseks</w:t>
      </w:r>
    </w:p>
    <w:p w14:paraId="17ED41E2" w14:textId="77777777" w:rsidR="00E839C3" w:rsidRDefault="00E839C3" w:rsidP="00E839C3"/>
    <w:p w14:paraId="595D15F1" w14:textId="640F4CDD" w:rsidR="00E839C3" w:rsidRPr="00E839C3" w:rsidRDefault="00E839C3" w:rsidP="00E839C3">
      <w:r>
        <w:t>SOL Baltics OÜ</w:t>
      </w:r>
      <w:r w:rsidRPr="00E839C3">
        <w:t xml:space="preserve"> (registrikood </w:t>
      </w:r>
      <w:r>
        <w:rPr>
          <w:i/>
          <w:iCs/>
        </w:rPr>
        <w:t>10419987</w:t>
      </w:r>
      <w:r w:rsidRPr="00E839C3">
        <w:t>)</w:t>
      </w:r>
      <w:r>
        <w:t xml:space="preserve"> on</w:t>
      </w:r>
      <w:r w:rsidRPr="00E839C3">
        <w:t xml:space="preserve"> esita</w:t>
      </w:r>
      <w:r>
        <w:t>nud</w:t>
      </w:r>
      <w:r w:rsidRPr="00E839C3">
        <w:t xml:space="preserve"> riigihangete vaidlustuskomisjonile vaidlustuse nr</w:t>
      </w:r>
      <w:r>
        <w:t xml:space="preserve"> </w:t>
      </w:r>
      <w:r w:rsidRPr="00E839C3">
        <w:t xml:space="preserve">7-25/303264, mille eest </w:t>
      </w:r>
      <w:r>
        <w:t xml:space="preserve">on </w:t>
      </w:r>
      <w:r w:rsidRPr="00E839C3">
        <w:t>tasu</w:t>
      </w:r>
      <w:r>
        <w:t>tud</w:t>
      </w:r>
      <w:r w:rsidRPr="00E839C3">
        <w:t xml:space="preserve"> riigilõiv </w:t>
      </w:r>
      <w:r w:rsidRPr="00E839C3">
        <w:t xml:space="preserve">2560 </w:t>
      </w:r>
      <w:r w:rsidRPr="00E839C3">
        <w:t xml:space="preserve">eurot maksekorraldusega </w:t>
      </w:r>
      <w:r w:rsidRPr="00E839C3">
        <w:t>15.01.2026 nr 28539</w:t>
      </w:r>
      <w:r w:rsidRPr="00E839C3">
        <w:t xml:space="preserve"> (viitenumber </w:t>
      </w:r>
      <w:r>
        <w:t>2900082126</w:t>
      </w:r>
      <w:r>
        <w:rPr>
          <w:i/>
          <w:iCs/>
        </w:rPr>
        <w:t>).</w:t>
      </w:r>
    </w:p>
    <w:p w14:paraId="631FB576" w14:textId="097C6688" w:rsidR="00E839C3" w:rsidRPr="00E839C3" w:rsidRDefault="00E839C3" w:rsidP="00E839C3">
      <w:r w:rsidRPr="00E839C3">
        <w:t>Vaidlustuskomisjon jättis vaidlustuse läbi vaatamata.</w:t>
      </w:r>
      <w:r w:rsidRPr="00E839C3">
        <w:br/>
        <w:t>Vastavalt riigilõivuseaduse § 15 lg 1 p</w:t>
      </w:r>
      <w:r w:rsidRPr="00E839C3">
        <w:noBreakHyphen/>
        <w:t>le 5 ja §</w:t>
      </w:r>
      <w:r w:rsidRPr="00E839C3">
        <w:noBreakHyphen/>
        <w:t xml:space="preserve">le 12 on </w:t>
      </w:r>
      <w:r>
        <w:t>SOL Baltics OÜ -l</w:t>
      </w:r>
      <w:r w:rsidRPr="00E839C3">
        <w:t xml:space="preserve"> õigus taotleda tasutud riigilõivu tagastamist.</w:t>
      </w:r>
    </w:p>
    <w:p w14:paraId="528153D2" w14:textId="0B20957F" w:rsidR="00E839C3" w:rsidRPr="00E839C3" w:rsidRDefault="00E839C3" w:rsidP="00E839C3">
      <w:r w:rsidRPr="00E839C3">
        <w:t>Taotle</w:t>
      </w:r>
      <w:r>
        <w:t>me</w:t>
      </w:r>
      <w:r w:rsidRPr="00E839C3">
        <w:t xml:space="preserve"> tasutud riigilõivu tagastamist täies ulatuses.</w:t>
      </w:r>
      <w:r w:rsidRPr="00E839C3">
        <w:br/>
        <w:t>Tagastus palun kanda pangakontole:</w:t>
      </w:r>
      <w:r>
        <w:t xml:space="preserve"> EE891010220034796011</w:t>
      </w:r>
    </w:p>
    <w:p w14:paraId="467984F7" w14:textId="77777777" w:rsidR="00E839C3" w:rsidRPr="00E839C3" w:rsidRDefault="00E839C3" w:rsidP="00E839C3">
      <w:r w:rsidRPr="00E839C3">
        <w:t>Lisad:</w:t>
      </w:r>
    </w:p>
    <w:p w14:paraId="3EEEE43A" w14:textId="77777777" w:rsidR="00E839C3" w:rsidRPr="00E839C3" w:rsidRDefault="00E839C3" w:rsidP="00E839C3">
      <w:pPr>
        <w:numPr>
          <w:ilvl w:val="0"/>
          <w:numId w:val="13"/>
        </w:numPr>
      </w:pPr>
      <w:r w:rsidRPr="00E839C3">
        <w:t>Maksekorralduse koopia</w:t>
      </w:r>
    </w:p>
    <w:p w14:paraId="6DB65F82" w14:textId="3A831256" w:rsidR="00E839C3" w:rsidRPr="00E839C3" w:rsidRDefault="00E839C3" w:rsidP="00E839C3">
      <w:pPr>
        <w:numPr>
          <w:ilvl w:val="0"/>
          <w:numId w:val="13"/>
        </w:numPr>
      </w:pPr>
      <w:r w:rsidRPr="00E839C3">
        <w:t xml:space="preserve">Vaidlustuskomisjoni otsuse koopia </w:t>
      </w:r>
    </w:p>
    <w:p w14:paraId="606E5327" w14:textId="77777777" w:rsidR="00E839C3" w:rsidRDefault="00E839C3" w:rsidP="00E839C3"/>
    <w:p w14:paraId="0D77E63F" w14:textId="77777777" w:rsidR="00E839C3" w:rsidRDefault="00E839C3" w:rsidP="00E839C3"/>
    <w:p w14:paraId="6E5E00B8" w14:textId="77777777" w:rsidR="00E839C3" w:rsidRDefault="00E839C3" w:rsidP="00E839C3"/>
    <w:p w14:paraId="0CD66040" w14:textId="77777777" w:rsidR="00E839C3" w:rsidRDefault="00E839C3" w:rsidP="00E839C3"/>
    <w:p w14:paraId="087AE149" w14:textId="274E95D2" w:rsidR="00E839C3" w:rsidRPr="00E839C3" w:rsidRDefault="00E839C3" w:rsidP="00E839C3">
      <w:r w:rsidRPr="00E839C3">
        <w:t>Lugupidamisega</w:t>
      </w:r>
      <w:r w:rsidRPr="00E839C3">
        <w:br/>
      </w:r>
      <w:r w:rsidRPr="00E839C3">
        <w:t>Alla Hargisk</w:t>
      </w:r>
      <w:r w:rsidRPr="00E839C3">
        <w:br/>
      </w:r>
      <w:r w:rsidRPr="00E839C3">
        <w:t>SOL Baltics OÜ müügiassistent</w:t>
      </w:r>
      <w:r w:rsidRPr="00E839C3">
        <w:br/>
        <w:t>+372 56 875</w:t>
      </w:r>
      <w:r w:rsidRPr="00E839C3">
        <w:t> </w:t>
      </w:r>
      <w:r w:rsidRPr="00E839C3">
        <w:t>803</w:t>
      </w:r>
      <w:r w:rsidRPr="00E839C3">
        <w:t xml:space="preserve">, </w:t>
      </w:r>
      <w:hyperlink r:id="rId9" w:history="1">
        <w:r w:rsidRPr="00E839C3">
          <w:rPr>
            <w:rStyle w:val="Hyperlink"/>
          </w:rPr>
          <w:t>alla.hargisk@sol.ee</w:t>
        </w:r>
      </w:hyperlink>
      <w:r w:rsidRPr="00E839C3">
        <w:br/>
      </w:r>
      <w:r w:rsidRPr="00E839C3">
        <w:t>SOL Baltics OÜ</w:t>
      </w:r>
    </w:p>
    <w:p w14:paraId="3BE72B45" w14:textId="77777777" w:rsidR="00E839C3" w:rsidRDefault="00E839C3" w:rsidP="009300C1"/>
    <w:p w14:paraId="2B551075" w14:textId="77777777" w:rsidR="00E839C3" w:rsidRDefault="00E839C3" w:rsidP="009300C1"/>
    <w:p w14:paraId="35CB5F5F" w14:textId="77777777" w:rsidR="00E839C3" w:rsidRDefault="00E839C3" w:rsidP="009300C1"/>
    <w:p w14:paraId="3BCC65F4" w14:textId="77777777" w:rsidR="00E839C3" w:rsidRDefault="00E839C3" w:rsidP="009300C1"/>
    <w:p w14:paraId="27F7D51B" w14:textId="34B1695A" w:rsidR="00E839C3" w:rsidRPr="00C033CF" w:rsidRDefault="00E839C3" w:rsidP="009300C1"/>
    <w:sectPr w:rsidR="00E839C3" w:rsidRPr="00C033CF" w:rsidSect="00BB03E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985" w:right="567" w:bottom="680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7798B" w14:textId="77777777" w:rsidR="00495BE8" w:rsidRDefault="00495BE8" w:rsidP="00AC7BC5">
      <w:r>
        <w:separator/>
      </w:r>
    </w:p>
  </w:endnote>
  <w:endnote w:type="continuationSeparator" w:id="0">
    <w:p w14:paraId="7FC6124E" w14:textId="77777777" w:rsidR="00495BE8" w:rsidRDefault="00495BE8" w:rsidP="00AC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803E2" w14:textId="03100C2D" w:rsidR="00495BE8" w:rsidRDefault="00495BE8" w:rsidP="007329B9">
    <w:pPr>
      <w:pStyle w:val="Footer"/>
    </w:pPr>
  </w:p>
  <w:p w14:paraId="3E89C3A0" w14:textId="7240EFCE" w:rsidR="00495BE8" w:rsidRDefault="00987583" w:rsidP="00987583">
    <w:pPr>
      <w:pStyle w:val="Footer"/>
      <w:tabs>
        <w:tab w:val="clear" w:pos="1304"/>
        <w:tab w:val="clear" w:pos="2608"/>
        <w:tab w:val="clear" w:pos="3912"/>
        <w:tab w:val="clear" w:pos="9923"/>
        <w:tab w:val="left" w:pos="5850"/>
      </w:tabs>
    </w:pPr>
    <w:r>
      <w:tab/>
    </w:r>
  </w:p>
  <w:tbl>
    <w:tblPr>
      <w:tblStyle w:val="TableGrid"/>
      <w:tblW w:w="127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  <w:gridCol w:w="2409"/>
    </w:tblGrid>
    <w:tr w:rsidR="009410E4" w:rsidRPr="00987583" w14:paraId="3563B675" w14:textId="77777777" w:rsidTr="009410E4">
      <w:trPr>
        <w:trHeight w:val="229"/>
      </w:trPr>
      <w:tc>
        <w:tcPr>
          <w:tcW w:w="7905" w:type="dxa"/>
          <w:vAlign w:val="bottom"/>
        </w:tcPr>
        <w:sdt>
          <w:sdtPr>
            <w:rPr>
              <w:szCs w:val="16"/>
            </w:rPr>
            <w:id w:val="-26607433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4622B8C0" w14:textId="1C27E6FF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</w:rPr>
                  </w:pPr>
                </w:p>
                <w:p w14:paraId="3D167F9B" w14:textId="2D600D1F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SOL </w:t>
                  </w:r>
                  <w:proofErr w:type="spellStart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Baltics</w:t>
                  </w:r>
                  <w:proofErr w:type="spellEnd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 OÜ</w:t>
                  </w:r>
                </w:p>
                <w:p w14:paraId="232A3FB1" w14:textId="7E9A599B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proofErr w:type="spellStart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Telliskivi</w:t>
                  </w:r>
                  <w:proofErr w:type="spellEnd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 tn 61b, 10412 </w:t>
                  </w:r>
                  <w:proofErr w:type="spellStart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Tallinn</w:t>
                  </w:r>
                  <w:proofErr w:type="spellEnd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 • </w:t>
                  </w:r>
                  <w:proofErr w:type="spellStart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Telefon</w:t>
                  </w:r>
                  <w:proofErr w:type="spellEnd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 +372 6 771 551</w:t>
                  </w:r>
                </w:p>
                <w:p w14:paraId="26DA2FBC" w14:textId="77777777" w:rsidR="009410E4" w:rsidRPr="00987583" w:rsidRDefault="009410E4" w:rsidP="001478C4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www.sol.ee • sol@sol.ee • </w:t>
                  </w:r>
                  <w:proofErr w:type="spellStart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Reg</w:t>
                  </w:r>
                  <w:proofErr w:type="spellEnd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 </w:t>
                  </w:r>
                  <w:proofErr w:type="spellStart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nr</w:t>
                  </w:r>
                  <w:proofErr w:type="spellEnd"/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 10419987 </w:t>
                  </w: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</w:tcPr>
        <w:p w14:paraId="6DA4780C" w14:textId="41D589B9" w:rsidR="009410E4" w:rsidRPr="00987583" w:rsidRDefault="00BB03EF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7EA68A76" wp14:editId="7B87BEA2">
                <wp:simplePos x="0" y="0"/>
                <wp:positionH relativeFrom="leftMargin">
                  <wp:posOffset>668020</wp:posOffset>
                </wp:positionH>
                <wp:positionV relativeFrom="page">
                  <wp:posOffset>-81280</wp:posOffset>
                </wp:positionV>
                <wp:extent cx="774065" cy="673100"/>
                <wp:effectExtent l="0" t="0" r="698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065" cy="673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09" w:type="dxa"/>
          <w:vAlign w:val="bottom"/>
        </w:tcPr>
        <w:p w14:paraId="1B660F3F" w14:textId="063D0D4A" w:rsidR="009410E4" w:rsidRPr="00987583" w:rsidRDefault="009410E4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PAGE</w:instrText>
          </w:r>
          <w:r w:rsidRPr="00987583">
            <w:rPr>
              <w:szCs w:val="16"/>
            </w:rPr>
            <w:fldChar w:fldCharType="separate"/>
          </w:r>
          <w:r w:rsidRPr="00987583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(</w:t>
          </w: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NUMPAGES</w:instrText>
          </w:r>
          <w:r w:rsidRPr="00987583">
            <w:rPr>
              <w:szCs w:val="16"/>
            </w:rPr>
            <w:fldChar w:fldCharType="separate"/>
          </w:r>
          <w:r w:rsidRPr="00987583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)</w:t>
          </w:r>
        </w:p>
      </w:tc>
    </w:tr>
  </w:tbl>
  <w:p w14:paraId="4D5B86C9" w14:textId="77777777" w:rsidR="00495BE8" w:rsidRPr="00987583" w:rsidRDefault="00495BE8" w:rsidP="007329B9">
    <w:pPr>
      <w:pStyle w:val="Footer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3D846" w14:textId="77777777" w:rsidR="00495BE8" w:rsidRDefault="00495BE8" w:rsidP="007329B9">
    <w:pPr>
      <w:pStyle w:val="Footer"/>
    </w:pPr>
  </w:p>
  <w:p w14:paraId="137CE06E" w14:textId="77777777" w:rsidR="00495BE8" w:rsidRDefault="00495BE8" w:rsidP="007329B9">
    <w:pPr>
      <w:pStyle w:val="Footer"/>
    </w:pPr>
  </w:p>
  <w:tbl>
    <w:tblPr>
      <w:tblStyle w:val="TableGrid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</w:tblGrid>
    <w:tr w:rsidR="00495BE8" w:rsidRPr="007329B9" w14:paraId="3FD4395B" w14:textId="77777777" w:rsidTr="00495BE8">
      <w:trPr>
        <w:trHeight w:val="229"/>
      </w:trPr>
      <w:tc>
        <w:tcPr>
          <w:tcW w:w="7905" w:type="dxa"/>
          <w:vAlign w:val="bottom"/>
        </w:tcPr>
        <w:sdt>
          <w:sdtPr>
            <w:id w:val="-1390181123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123658782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38BA9E20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</w:rPr>
                  </w:pPr>
                </w:p>
                <w:p w14:paraId="6A50F40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SOL Palvelut Oy</w:t>
                  </w:r>
                </w:p>
                <w:p w14:paraId="3EADEE6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 xml:space="preserve">Vanha talvitie 19 A, 00580 Helsinki • Puhelin 020 5705 </w:t>
                  </w:r>
                </w:p>
                <w:p w14:paraId="319EF088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 xml:space="preserve">www.sol.fi • etunimi.sukunimi@sol.fi • Y-tunnus </w:t>
                  </w:r>
                  <w:proofErr w:type="gramStart"/>
                  <w:r w:rsidRPr="003A367F">
                    <w:rPr>
                      <w:rFonts w:ascii="Calibri" w:hAnsi="Calibri" w:cs="Calibri"/>
                      <w:lang w:val="fi-FI"/>
                    </w:rPr>
                    <w:t>0201470-5</w:t>
                  </w:r>
                  <w:proofErr w:type="gramEnd"/>
                  <w:r w:rsidRPr="003A367F">
                    <w:rPr>
                      <w:rFonts w:ascii="Calibri" w:hAnsi="Calibri" w:cs="Calibri"/>
                      <w:lang w:val="fi-FI"/>
                    </w:rPr>
                    <w:t xml:space="preserve"> • Kotipaikka Helsinki</w:t>
                  </w:r>
                  <w:r w:rsidRPr="003A367F">
                    <w:rPr>
                      <w:rFonts w:ascii="Calibri" w:hAnsi="Calibri" w:cs="Calibri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  <w:vAlign w:val="bottom"/>
        </w:tcPr>
        <w:p w14:paraId="397E5D76" w14:textId="77777777" w:rsidR="00495BE8" w:rsidRPr="003A367F" w:rsidRDefault="00495BE8" w:rsidP="00495BE8">
          <w:pPr>
            <w:pStyle w:val="Footer"/>
            <w:jc w:val="right"/>
            <w:rPr>
              <w:rFonts w:ascii="Calibri" w:hAnsi="Calibri" w:cs="Calibri"/>
              <w:sz w:val="21"/>
              <w:szCs w:val="21"/>
            </w:rPr>
          </w:pP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PAGE</w:instrText>
          </w:r>
          <w:r w:rsidRPr="007329B9">
            <w:rPr>
              <w:sz w:val="21"/>
              <w:szCs w:val="21"/>
            </w:rPr>
            <w:fldChar w:fldCharType="separate"/>
          </w:r>
          <w:r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(</w:t>
          </w: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NUMPAGES</w:instrText>
          </w:r>
          <w:r w:rsidRPr="007329B9">
            <w:rPr>
              <w:sz w:val="21"/>
              <w:szCs w:val="21"/>
            </w:rPr>
            <w:fldChar w:fldCharType="separate"/>
          </w:r>
          <w:r w:rsidR="00F749D6"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)</w:t>
          </w:r>
        </w:p>
      </w:tc>
    </w:tr>
  </w:tbl>
  <w:p w14:paraId="4BA92875" w14:textId="77777777" w:rsidR="00495BE8" w:rsidRDefault="00495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38695" w14:textId="77777777" w:rsidR="00495BE8" w:rsidRDefault="00495BE8" w:rsidP="00AC7BC5">
      <w:r>
        <w:separator/>
      </w:r>
    </w:p>
  </w:footnote>
  <w:footnote w:type="continuationSeparator" w:id="0">
    <w:p w14:paraId="0B1390DD" w14:textId="77777777" w:rsidR="00495BE8" w:rsidRDefault="00495BE8" w:rsidP="00AC7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9A481" w14:textId="31E76CAA" w:rsidR="0001277F" w:rsidRDefault="0001277F" w:rsidP="0049278B">
    <w:pPr>
      <w:pStyle w:val="Header"/>
    </w:pPr>
  </w:p>
  <w:p w14:paraId="4AD8B4EA" w14:textId="77777777" w:rsidR="00495BE8" w:rsidRDefault="00495BE8" w:rsidP="0049278B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2336" behindDoc="1" locked="1" layoutInCell="0" allowOverlap="1" wp14:anchorId="57A320B9" wp14:editId="282B3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12" name="Kuv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</w:t>
    </w:r>
  </w:p>
  <w:p w14:paraId="76A15CDB" w14:textId="77777777" w:rsidR="00495BE8" w:rsidRPr="0049278B" w:rsidRDefault="00495BE8" w:rsidP="00492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CDC91" w14:textId="77777777" w:rsidR="00495BE8" w:rsidRDefault="00495BE8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1" layoutInCell="0" allowOverlap="1" wp14:anchorId="1C8022F7" wp14:editId="7ACA1B8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18C48F62"/>
    <w:lvl w:ilvl="0" w:tplc="A852C31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162127"/>
    <w:multiLevelType w:val="multilevel"/>
    <w:tmpl w:val="6282778C"/>
    <w:lvl w:ilvl="0">
      <w:start w:val="1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3" w:hanging="1800"/>
      </w:pPr>
      <w:rPr>
        <w:rFonts w:hint="default"/>
      </w:rPr>
    </w:lvl>
  </w:abstractNum>
  <w:abstractNum w:abstractNumId="2" w15:restartNumberingAfterBreak="0">
    <w:nsid w:val="19F51108"/>
    <w:multiLevelType w:val="multilevel"/>
    <w:tmpl w:val="FD9CE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3" w15:restartNumberingAfterBreak="0">
    <w:nsid w:val="1BDE5767"/>
    <w:multiLevelType w:val="hybridMultilevel"/>
    <w:tmpl w:val="A27E2D1A"/>
    <w:lvl w:ilvl="0" w:tplc="042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36C31CE3"/>
    <w:multiLevelType w:val="multilevel"/>
    <w:tmpl w:val="E558F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2930D6"/>
    <w:multiLevelType w:val="hybridMultilevel"/>
    <w:tmpl w:val="FB0A7A1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5455B"/>
    <w:multiLevelType w:val="hybridMultilevel"/>
    <w:tmpl w:val="E1F04196"/>
    <w:lvl w:ilvl="0" w:tplc="E4E830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46305"/>
    <w:multiLevelType w:val="hybridMultilevel"/>
    <w:tmpl w:val="C1546CE8"/>
    <w:lvl w:ilvl="0" w:tplc="9490CA4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04177"/>
    <w:multiLevelType w:val="hybridMultilevel"/>
    <w:tmpl w:val="7EDAD3C0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C83BF9"/>
    <w:multiLevelType w:val="hybridMultilevel"/>
    <w:tmpl w:val="2144A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A3DFA"/>
    <w:multiLevelType w:val="hybridMultilevel"/>
    <w:tmpl w:val="D64CC0DE"/>
    <w:lvl w:ilvl="0" w:tplc="B3486F6A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5705C"/>
    <w:multiLevelType w:val="hybridMultilevel"/>
    <w:tmpl w:val="D9A055FA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3E0964"/>
    <w:multiLevelType w:val="hybridMultilevel"/>
    <w:tmpl w:val="E5EC392C"/>
    <w:lvl w:ilvl="0" w:tplc="1C6472D6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33" w:hanging="360"/>
      </w:pPr>
    </w:lvl>
    <w:lvl w:ilvl="2" w:tplc="0425001B" w:tentative="1">
      <w:start w:val="1"/>
      <w:numFmt w:val="lowerRoman"/>
      <w:lvlText w:val="%3."/>
      <w:lvlJc w:val="right"/>
      <w:pPr>
        <w:ind w:left="2553" w:hanging="180"/>
      </w:pPr>
    </w:lvl>
    <w:lvl w:ilvl="3" w:tplc="0425000F" w:tentative="1">
      <w:start w:val="1"/>
      <w:numFmt w:val="decimal"/>
      <w:lvlText w:val="%4."/>
      <w:lvlJc w:val="left"/>
      <w:pPr>
        <w:ind w:left="3273" w:hanging="360"/>
      </w:pPr>
    </w:lvl>
    <w:lvl w:ilvl="4" w:tplc="04250019" w:tentative="1">
      <w:start w:val="1"/>
      <w:numFmt w:val="lowerLetter"/>
      <w:lvlText w:val="%5."/>
      <w:lvlJc w:val="left"/>
      <w:pPr>
        <w:ind w:left="3993" w:hanging="360"/>
      </w:pPr>
    </w:lvl>
    <w:lvl w:ilvl="5" w:tplc="0425001B" w:tentative="1">
      <w:start w:val="1"/>
      <w:numFmt w:val="lowerRoman"/>
      <w:lvlText w:val="%6."/>
      <w:lvlJc w:val="right"/>
      <w:pPr>
        <w:ind w:left="4713" w:hanging="180"/>
      </w:pPr>
    </w:lvl>
    <w:lvl w:ilvl="6" w:tplc="0425000F" w:tentative="1">
      <w:start w:val="1"/>
      <w:numFmt w:val="decimal"/>
      <w:lvlText w:val="%7."/>
      <w:lvlJc w:val="left"/>
      <w:pPr>
        <w:ind w:left="5433" w:hanging="360"/>
      </w:pPr>
    </w:lvl>
    <w:lvl w:ilvl="7" w:tplc="04250019" w:tentative="1">
      <w:start w:val="1"/>
      <w:numFmt w:val="lowerLetter"/>
      <w:lvlText w:val="%8."/>
      <w:lvlJc w:val="left"/>
      <w:pPr>
        <w:ind w:left="6153" w:hanging="360"/>
      </w:pPr>
    </w:lvl>
    <w:lvl w:ilvl="8" w:tplc="0425001B" w:tentative="1">
      <w:start w:val="1"/>
      <w:numFmt w:val="lowerRoman"/>
      <w:lvlText w:val="%9."/>
      <w:lvlJc w:val="right"/>
      <w:pPr>
        <w:ind w:left="6873" w:hanging="180"/>
      </w:pPr>
    </w:lvl>
  </w:abstractNum>
  <w:num w:numId="1" w16cid:durableId="339237812">
    <w:abstractNumId w:val="0"/>
  </w:num>
  <w:num w:numId="2" w16cid:durableId="1854954928">
    <w:abstractNumId w:val="7"/>
  </w:num>
  <w:num w:numId="3" w16cid:durableId="135689107">
    <w:abstractNumId w:val="11"/>
  </w:num>
  <w:num w:numId="4" w16cid:durableId="1623226255">
    <w:abstractNumId w:val="8"/>
  </w:num>
  <w:num w:numId="5" w16cid:durableId="1652716180">
    <w:abstractNumId w:val="9"/>
  </w:num>
  <w:num w:numId="6" w16cid:durableId="1764569901">
    <w:abstractNumId w:val="2"/>
  </w:num>
  <w:num w:numId="7" w16cid:durableId="51271616">
    <w:abstractNumId w:val="5"/>
  </w:num>
  <w:num w:numId="8" w16cid:durableId="2137487540">
    <w:abstractNumId w:val="10"/>
  </w:num>
  <w:num w:numId="9" w16cid:durableId="420223402">
    <w:abstractNumId w:val="1"/>
  </w:num>
  <w:num w:numId="10" w16cid:durableId="158929907">
    <w:abstractNumId w:val="3"/>
  </w:num>
  <w:num w:numId="11" w16cid:durableId="1518763948">
    <w:abstractNumId w:val="12"/>
  </w:num>
  <w:num w:numId="12" w16cid:durableId="701370578">
    <w:abstractNumId w:val="6"/>
  </w:num>
  <w:num w:numId="13" w16cid:durableId="1927573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15360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940"/>
    <w:rsid w:val="0001277F"/>
    <w:rsid w:val="000252D1"/>
    <w:rsid w:val="000467AB"/>
    <w:rsid w:val="00075329"/>
    <w:rsid w:val="0008497D"/>
    <w:rsid w:val="000C054D"/>
    <w:rsid w:val="000D3852"/>
    <w:rsid w:val="000E443A"/>
    <w:rsid w:val="00106C32"/>
    <w:rsid w:val="00125E3F"/>
    <w:rsid w:val="00137E84"/>
    <w:rsid w:val="0014405D"/>
    <w:rsid w:val="001478C4"/>
    <w:rsid w:val="001572E8"/>
    <w:rsid w:val="00165F9E"/>
    <w:rsid w:val="0019501E"/>
    <w:rsid w:val="001C4FC8"/>
    <w:rsid w:val="001E6FB9"/>
    <w:rsid w:val="00203FF8"/>
    <w:rsid w:val="002175FF"/>
    <w:rsid w:val="00222EFF"/>
    <w:rsid w:val="00226F60"/>
    <w:rsid w:val="002279CF"/>
    <w:rsid w:val="002443D4"/>
    <w:rsid w:val="00275F4F"/>
    <w:rsid w:val="002A0DF5"/>
    <w:rsid w:val="002C438F"/>
    <w:rsid w:val="003120BD"/>
    <w:rsid w:val="00317CEF"/>
    <w:rsid w:val="00326BD7"/>
    <w:rsid w:val="00356779"/>
    <w:rsid w:val="00380472"/>
    <w:rsid w:val="0039740F"/>
    <w:rsid w:val="003A367F"/>
    <w:rsid w:val="003C2EAA"/>
    <w:rsid w:val="004336E1"/>
    <w:rsid w:val="00443F12"/>
    <w:rsid w:val="0049278B"/>
    <w:rsid w:val="00495BE8"/>
    <w:rsid w:val="004A20D9"/>
    <w:rsid w:val="004B2881"/>
    <w:rsid w:val="004E678D"/>
    <w:rsid w:val="004F44C1"/>
    <w:rsid w:val="00505838"/>
    <w:rsid w:val="00523CB1"/>
    <w:rsid w:val="0054120C"/>
    <w:rsid w:val="00550E55"/>
    <w:rsid w:val="00551C5C"/>
    <w:rsid w:val="00554B0E"/>
    <w:rsid w:val="005656D0"/>
    <w:rsid w:val="0057708A"/>
    <w:rsid w:val="005873D7"/>
    <w:rsid w:val="005B2CAA"/>
    <w:rsid w:val="005B7196"/>
    <w:rsid w:val="00603A12"/>
    <w:rsid w:val="006528B1"/>
    <w:rsid w:val="0065650A"/>
    <w:rsid w:val="00657549"/>
    <w:rsid w:val="006730DC"/>
    <w:rsid w:val="006819A6"/>
    <w:rsid w:val="006C4AAA"/>
    <w:rsid w:val="007055ED"/>
    <w:rsid w:val="00720249"/>
    <w:rsid w:val="007329B9"/>
    <w:rsid w:val="00744061"/>
    <w:rsid w:val="0074687A"/>
    <w:rsid w:val="00771214"/>
    <w:rsid w:val="00782218"/>
    <w:rsid w:val="00791E65"/>
    <w:rsid w:val="007D67FD"/>
    <w:rsid w:val="00805431"/>
    <w:rsid w:val="00831F44"/>
    <w:rsid w:val="0085102A"/>
    <w:rsid w:val="00853141"/>
    <w:rsid w:val="00856E1F"/>
    <w:rsid w:val="008868B9"/>
    <w:rsid w:val="008A3037"/>
    <w:rsid w:val="008A38A6"/>
    <w:rsid w:val="008B1667"/>
    <w:rsid w:val="008B5121"/>
    <w:rsid w:val="008B5174"/>
    <w:rsid w:val="008C00C2"/>
    <w:rsid w:val="008D386D"/>
    <w:rsid w:val="008D5808"/>
    <w:rsid w:val="009300C1"/>
    <w:rsid w:val="0093304F"/>
    <w:rsid w:val="009410E4"/>
    <w:rsid w:val="00953BE6"/>
    <w:rsid w:val="00954077"/>
    <w:rsid w:val="009617CD"/>
    <w:rsid w:val="009642B4"/>
    <w:rsid w:val="00987583"/>
    <w:rsid w:val="009A7FC4"/>
    <w:rsid w:val="009D27A2"/>
    <w:rsid w:val="00A07D53"/>
    <w:rsid w:val="00A33E3D"/>
    <w:rsid w:val="00A3638C"/>
    <w:rsid w:val="00A4027B"/>
    <w:rsid w:val="00A5063C"/>
    <w:rsid w:val="00A5580F"/>
    <w:rsid w:val="00A57477"/>
    <w:rsid w:val="00A871A9"/>
    <w:rsid w:val="00A93BCE"/>
    <w:rsid w:val="00AA1E69"/>
    <w:rsid w:val="00AB7D54"/>
    <w:rsid w:val="00AC7BC5"/>
    <w:rsid w:val="00AF1671"/>
    <w:rsid w:val="00AF6891"/>
    <w:rsid w:val="00B02BC9"/>
    <w:rsid w:val="00B06142"/>
    <w:rsid w:val="00B07804"/>
    <w:rsid w:val="00B13D4E"/>
    <w:rsid w:val="00B154CF"/>
    <w:rsid w:val="00B25C66"/>
    <w:rsid w:val="00B4108E"/>
    <w:rsid w:val="00B66DAF"/>
    <w:rsid w:val="00B720A2"/>
    <w:rsid w:val="00B7691C"/>
    <w:rsid w:val="00B87F02"/>
    <w:rsid w:val="00BA6F03"/>
    <w:rsid w:val="00BB03EF"/>
    <w:rsid w:val="00BE27FC"/>
    <w:rsid w:val="00BE4F0A"/>
    <w:rsid w:val="00BE6940"/>
    <w:rsid w:val="00BF45C4"/>
    <w:rsid w:val="00C033CF"/>
    <w:rsid w:val="00C12FE3"/>
    <w:rsid w:val="00C368FE"/>
    <w:rsid w:val="00C421A4"/>
    <w:rsid w:val="00C44275"/>
    <w:rsid w:val="00C46BDB"/>
    <w:rsid w:val="00C479A0"/>
    <w:rsid w:val="00C60D34"/>
    <w:rsid w:val="00C856E4"/>
    <w:rsid w:val="00CA4772"/>
    <w:rsid w:val="00CD0E2C"/>
    <w:rsid w:val="00D05262"/>
    <w:rsid w:val="00D8248B"/>
    <w:rsid w:val="00D85C0B"/>
    <w:rsid w:val="00DA6685"/>
    <w:rsid w:val="00DB77B5"/>
    <w:rsid w:val="00DC4EF9"/>
    <w:rsid w:val="00DE2A3E"/>
    <w:rsid w:val="00E23CD1"/>
    <w:rsid w:val="00E7151C"/>
    <w:rsid w:val="00E81B96"/>
    <w:rsid w:val="00E839C3"/>
    <w:rsid w:val="00EB0449"/>
    <w:rsid w:val="00EC052E"/>
    <w:rsid w:val="00ED6BBE"/>
    <w:rsid w:val="00F07EBE"/>
    <w:rsid w:val="00F15D4B"/>
    <w:rsid w:val="00F749D6"/>
    <w:rsid w:val="00F76423"/>
    <w:rsid w:val="00FA5383"/>
    <w:rsid w:val="00FB007A"/>
    <w:rsid w:val="00FC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EB04566"/>
  <w15:docId w15:val="{1C4A80A5-BEA2-41E7-A55F-689FC77D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037"/>
    <w:pPr>
      <w:tabs>
        <w:tab w:val="left" w:pos="1304"/>
        <w:tab w:val="left" w:pos="2608"/>
        <w:tab w:val="left" w:pos="3912"/>
      </w:tabs>
    </w:pPr>
    <w:rPr>
      <w:sz w:val="21"/>
      <w:lang w:val="et-E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8248B"/>
    <w:pPr>
      <w:keepNext/>
      <w:keepLines/>
      <w:outlineLvl w:val="0"/>
    </w:pPr>
    <w:rPr>
      <w:rFonts w:asciiTheme="majorHAnsi" w:eastAsiaTheme="majorEastAsia" w:hAnsiTheme="majorHAnsi" w:cstheme="majorHAnsi"/>
      <w:b/>
      <w:bCs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D8248B"/>
    <w:pPr>
      <w:outlineLvl w:val="1"/>
    </w:pPr>
    <w:rPr>
      <w:b w:val="0"/>
      <w:bCs w:val="0"/>
      <w:szCs w:val="26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8B1667"/>
    <w:pPr>
      <w:outlineLvl w:val="2"/>
    </w:pPr>
    <w:rPr>
      <w:rFonts w:cstheme="majorBidi"/>
      <w:bCs/>
    </w:rPr>
  </w:style>
  <w:style w:type="paragraph" w:styleId="Heading4">
    <w:name w:val="heading 4"/>
    <w:basedOn w:val="Heading2"/>
    <w:next w:val="BodyText"/>
    <w:link w:val="Heading4Char"/>
    <w:uiPriority w:val="9"/>
    <w:semiHidden/>
    <w:unhideWhenUsed/>
    <w:rsid w:val="008B1667"/>
    <w:pPr>
      <w:outlineLvl w:val="3"/>
    </w:pPr>
    <w:rPr>
      <w:rFonts w:cstheme="majorBidi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48B"/>
    <w:rPr>
      <w:rFonts w:asciiTheme="majorHAnsi" w:eastAsiaTheme="majorEastAsia" w:hAnsiTheme="majorHAnsi" w:cstheme="majorHAnsi"/>
      <w:b/>
      <w:bCs/>
      <w:sz w:val="21"/>
      <w:szCs w:val="28"/>
    </w:rPr>
  </w:style>
  <w:style w:type="paragraph" w:styleId="Header">
    <w:name w:val="header"/>
    <w:basedOn w:val="Normal"/>
    <w:link w:val="HeaderChar"/>
    <w:uiPriority w:val="99"/>
    <w:unhideWhenUsed/>
    <w:rsid w:val="00AC7BC5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link w:val="BodyTextChar"/>
    <w:uiPriority w:val="99"/>
    <w:qFormat/>
    <w:rsid w:val="0039740F"/>
    <w:pPr>
      <w:spacing w:line="264" w:lineRule="auto"/>
      <w:ind w:left="1304"/>
    </w:pPr>
  </w:style>
  <w:style w:type="character" w:customStyle="1" w:styleId="BodyTextChar">
    <w:name w:val="Body Text Char"/>
    <w:basedOn w:val="DefaultParagraphFont"/>
    <w:link w:val="BodyText"/>
    <w:uiPriority w:val="99"/>
    <w:rsid w:val="0039740F"/>
    <w:rPr>
      <w:sz w:val="21"/>
    </w:rPr>
  </w:style>
  <w:style w:type="character" w:customStyle="1" w:styleId="HeaderChar">
    <w:name w:val="Header Char"/>
    <w:basedOn w:val="DefaultParagraphFont"/>
    <w:link w:val="Header"/>
    <w:uiPriority w:val="99"/>
    <w:rsid w:val="00AC7BC5"/>
  </w:style>
  <w:style w:type="paragraph" w:styleId="Footer">
    <w:name w:val="footer"/>
    <w:basedOn w:val="Normal"/>
    <w:link w:val="FooterChar"/>
    <w:uiPriority w:val="99"/>
    <w:unhideWhenUsed/>
    <w:rsid w:val="008A3037"/>
    <w:pPr>
      <w:tabs>
        <w:tab w:val="right" w:pos="9923"/>
      </w:tabs>
      <w:spacing w:line="288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3037"/>
    <w:rPr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AC7BC5"/>
    <w:pPr>
      <w:contextualSpacing/>
    </w:pPr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1667"/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8248B"/>
    <w:rPr>
      <w:rFonts w:asciiTheme="majorHAnsi" w:eastAsiaTheme="majorEastAsia" w:hAnsiTheme="majorHAnsi" w:cstheme="majorHAnsi"/>
      <w:sz w:val="21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C7BC5"/>
    <w:pPr>
      <w:numPr>
        <w:ilvl w:val="1"/>
      </w:numPr>
    </w:pPr>
    <w:rPr>
      <w:rFonts w:asciiTheme="majorHAnsi" w:eastAsiaTheme="majorEastAsia" w:hAnsiTheme="majorHAnsi" w:cstheme="majorHAnsi"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7BC5"/>
    <w:rPr>
      <w:rFonts w:asciiTheme="majorHAnsi" w:eastAsiaTheme="majorEastAsia" w:hAnsiTheme="majorHAnsi" w:cstheme="majorHAnsi"/>
      <w:iCs/>
      <w:sz w:val="24"/>
      <w:szCs w:val="24"/>
    </w:rPr>
  </w:style>
  <w:style w:type="paragraph" w:styleId="ListParagraph">
    <w:name w:val="List Paragraph"/>
    <w:basedOn w:val="BodyText"/>
    <w:uiPriority w:val="34"/>
    <w:qFormat/>
    <w:rsid w:val="00AC7BC5"/>
    <w:pPr>
      <w:numPr>
        <w:numId w:val="1"/>
      </w:numPr>
      <w:ind w:left="357" w:hanging="357"/>
      <w:contextualSpacing/>
    </w:pPr>
  </w:style>
  <w:style w:type="paragraph" w:styleId="NoSpacing">
    <w:name w:val="No Spacing"/>
    <w:uiPriority w:val="1"/>
    <w:rsid w:val="008B1667"/>
  </w:style>
  <w:style w:type="character" w:customStyle="1" w:styleId="Heading4Char">
    <w:name w:val="Heading 4 Char"/>
    <w:basedOn w:val="DefaultParagraphFont"/>
    <w:link w:val="Heading4"/>
    <w:uiPriority w:val="9"/>
    <w:semiHidden/>
    <w:rsid w:val="008B1667"/>
    <w:rPr>
      <w:rFonts w:asciiTheme="majorHAnsi" w:eastAsiaTheme="majorEastAsia" w:hAnsiTheme="majorHAnsi" w:cstheme="majorBidi"/>
      <w:i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1667"/>
    <w:rPr>
      <w:rFonts w:asciiTheme="majorHAnsi" w:eastAsiaTheme="majorEastAsia" w:hAnsiTheme="majorHAnsi" w:cstheme="majorBidi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0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E678D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5F4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175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75FF"/>
    <w:rPr>
      <w:sz w:val="16"/>
      <w:szCs w:val="16"/>
      <w:lang w:val="et-E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175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75FF"/>
    <w:rPr>
      <w:sz w:val="21"/>
      <w:lang w:val="et-EE"/>
    </w:rPr>
  </w:style>
  <w:style w:type="character" w:customStyle="1" w:styleId="Mention1">
    <w:name w:val="Mention1"/>
    <w:basedOn w:val="DefaultParagraphFont"/>
    <w:uiPriority w:val="99"/>
    <w:semiHidden/>
    <w:unhideWhenUsed/>
    <w:rsid w:val="0007532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E83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ko@fin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la.hargisk@sol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paavola\AppData\Local\Microsoft\Windows\Temporary%20Internet%20Files\Content.Outlook\MX20NJO9\SOL_kirjemalli_v20140919.dotx" TargetMode="External"/></Relationships>
</file>

<file path=word/theme/theme1.xml><?xml version="1.0" encoding="utf-8"?>
<a:theme xmlns:a="http://schemas.openxmlformats.org/drawingml/2006/main" name="Office-teema">
  <a:themeElements>
    <a:clrScheme name="SO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C72C"/>
      </a:accent1>
      <a:accent2>
        <a:srgbClr val="E4002B"/>
      </a:accent2>
      <a:accent3>
        <a:srgbClr val="000000"/>
      </a:accent3>
      <a:accent4>
        <a:srgbClr val="F17F95"/>
      </a:accent4>
      <a:accent5>
        <a:srgbClr val="FFE395"/>
      </a:accent5>
      <a:accent6>
        <a:srgbClr val="808080"/>
      </a:accent6>
      <a:hlink>
        <a:srgbClr val="0000FF"/>
      </a:hlink>
      <a:folHlink>
        <a:srgbClr val="800080"/>
      </a:folHlink>
    </a:clrScheme>
    <a:fontScheme name="Office, klassinen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533F-E3E3-446E-8D5D-F81B306F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SOL_kirjemalli_v20140919</Template>
  <TotalTime>1</TotalTime>
  <Pages>1</Pages>
  <Words>129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Hargisk</dc:creator>
  <cp:lastModifiedBy>Alla Hargisk</cp:lastModifiedBy>
  <cp:revision>2</cp:revision>
  <dcterms:created xsi:type="dcterms:W3CDTF">2026-01-19T11:35:00Z</dcterms:created>
  <dcterms:modified xsi:type="dcterms:W3CDTF">2026-01-19T11:35:00Z</dcterms:modified>
</cp:coreProperties>
</file>